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9F" w:rsidRPr="00B16B8F" w:rsidRDefault="0056454B" w:rsidP="00A36717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                     </w:t>
      </w:r>
      <w:r w:rsidR="0065053B">
        <w:t xml:space="preserve">  </w:t>
      </w:r>
      <w:r w:rsidR="00FD709F">
        <w:t xml:space="preserve">       </w:t>
      </w:r>
      <w:r w:rsidR="0065053B">
        <w:t xml:space="preserve">   </w:t>
      </w:r>
      <w:r w:rsidR="0049782F">
        <w:t xml:space="preserve">   </w:t>
      </w:r>
      <w:r w:rsidR="00FD709F" w:rsidRPr="00B16B8F">
        <w:rPr>
          <w:sz w:val="22"/>
          <w:szCs w:val="22"/>
        </w:rPr>
        <w:t>Ai Direttori degli Uffici Scolastici Regionali</w:t>
      </w:r>
    </w:p>
    <w:p w:rsidR="00FD709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LORO SEDI</w:t>
      </w:r>
    </w:p>
    <w:p w:rsidR="00C229F6" w:rsidRPr="00B16B8F" w:rsidRDefault="00C229F6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Ai Dirigenti Scolastici delle Istituzioni Scolastiche di 2° grado Statali e Paritarie</w:t>
      </w:r>
    </w:p>
    <w:p w:rsidR="00FD709F" w:rsidRPr="00B16B8F" w:rsidRDefault="00FD709F" w:rsidP="00FD709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B16B8F">
        <w:rPr>
          <w:sz w:val="22"/>
          <w:szCs w:val="22"/>
        </w:rPr>
        <w:t xml:space="preserve">                                                                               Al Sovrintendente agli Studi della Valle d'Aosta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AOSTA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 Dirigente del Dipartimento Istruzione per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la Provincia Autonoma di TRENTO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All'Intendente Scolastico per le scuole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delle località ladine di BOLZANO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All'Intendente Scolastico per la scuola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in lingua tedesca di BOLZANO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 Sovrintendente Scolastico della Provincia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di BOLZANO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e p.c.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 Capo Dipartimento</w:t>
      </w:r>
    </w:p>
    <w:p w:rsidR="0056454B" w:rsidRPr="00B16B8F" w:rsidRDefault="00FD709F" w:rsidP="00FD709F">
      <w:pPr>
        <w:jc w:val="right"/>
        <w:rPr>
          <w:b/>
        </w:rPr>
      </w:pPr>
      <w:r w:rsidRPr="00B16B8F">
        <w:rPr>
          <w:b/>
          <w:sz w:val="22"/>
          <w:szCs w:val="22"/>
        </w:rPr>
        <w:t>SEDE</w:t>
      </w:r>
      <w:r w:rsidR="0056454B" w:rsidRPr="00B16B8F">
        <w:rPr>
          <w:b/>
        </w:rPr>
        <w:t xml:space="preserve">                                                                               </w:t>
      </w:r>
    </w:p>
    <w:p w:rsidR="00FB3B70" w:rsidRDefault="00FB3B70" w:rsidP="002D5D08">
      <w:pPr>
        <w:rPr>
          <w:b/>
        </w:rPr>
      </w:pPr>
      <w:r>
        <w:t xml:space="preserve">                                                                    </w:t>
      </w:r>
    </w:p>
    <w:p w:rsidR="00652B0F" w:rsidRPr="00166EB0" w:rsidRDefault="005A53D7" w:rsidP="00652B0F">
      <w:pPr>
        <w:rPr>
          <w:rFonts w:eastAsia="Arial Unicode MS"/>
          <w:sz w:val="22"/>
          <w:szCs w:val="22"/>
        </w:rPr>
      </w:pPr>
      <w:r w:rsidRPr="00166EB0">
        <w:rPr>
          <w:b/>
          <w:sz w:val="22"/>
          <w:szCs w:val="22"/>
        </w:rPr>
        <w:t>Oggetto:</w:t>
      </w:r>
      <w:r w:rsidR="009C670F" w:rsidRPr="00166EB0">
        <w:rPr>
          <w:b/>
          <w:sz w:val="22"/>
          <w:szCs w:val="22"/>
        </w:rPr>
        <w:t xml:space="preserve"> </w:t>
      </w:r>
      <w:r w:rsidR="00652B0F" w:rsidRPr="00166EB0">
        <w:rPr>
          <w:sz w:val="22"/>
          <w:szCs w:val="22"/>
        </w:rPr>
        <w:t xml:space="preserve">trasmissione del </w:t>
      </w:r>
      <w:r w:rsidR="009C670F" w:rsidRPr="00166EB0">
        <w:rPr>
          <w:sz w:val="22"/>
          <w:szCs w:val="22"/>
        </w:rPr>
        <w:t xml:space="preserve">documento </w:t>
      </w:r>
      <w:r w:rsidRPr="00166EB0">
        <w:rPr>
          <w:b/>
          <w:sz w:val="22"/>
          <w:szCs w:val="22"/>
        </w:rPr>
        <w:t xml:space="preserve"> </w:t>
      </w:r>
      <w:r w:rsidR="00D1038E" w:rsidRPr="00166EB0">
        <w:rPr>
          <w:rFonts w:eastAsia="Arial Unicode MS"/>
          <w:sz w:val="22"/>
          <w:szCs w:val="22"/>
        </w:rPr>
        <w:t>“Il sillabo della lingua cinese per le scuole secondarie</w:t>
      </w:r>
      <w:r w:rsidR="00652B0F" w:rsidRPr="00166EB0">
        <w:rPr>
          <w:rFonts w:eastAsia="Arial Unicode MS"/>
          <w:sz w:val="22"/>
          <w:szCs w:val="22"/>
        </w:rPr>
        <w:t xml:space="preserve"> </w:t>
      </w:r>
    </w:p>
    <w:p w:rsidR="00D1038E" w:rsidRPr="00166EB0" w:rsidRDefault="00652B0F" w:rsidP="00652B0F">
      <w:pPr>
        <w:rPr>
          <w:rFonts w:eastAsia="Arial Unicode MS"/>
          <w:sz w:val="22"/>
          <w:szCs w:val="22"/>
        </w:rPr>
      </w:pPr>
      <w:r w:rsidRPr="00166EB0">
        <w:rPr>
          <w:rFonts w:eastAsia="Arial Unicode MS"/>
          <w:sz w:val="22"/>
          <w:szCs w:val="22"/>
        </w:rPr>
        <w:t xml:space="preserve">                </w:t>
      </w:r>
      <w:r w:rsidR="00D1038E" w:rsidRPr="00166EB0">
        <w:rPr>
          <w:rFonts w:eastAsia="Arial Unicode MS"/>
          <w:sz w:val="22"/>
          <w:szCs w:val="22"/>
        </w:rPr>
        <w:t xml:space="preserve">di </w:t>
      </w:r>
      <w:r w:rsidR="0018659C" w:rsidRPr="00166EB0">
        <w:rPr>
          <w:rFonts w:eastAsia="Arial Unicode MS"/>
          <w:sz w:val="22"/>
          <w:szCs w:val="22"/>
        </w:rPr>
        <w:t>se</w:t>
      </w:r>
      <w:r w:rsidR="00D1038E" w:rsidRPr="00166EB0">
        <w:rPr>
          <w:rFonts w:eastAsia="Arial Unicode MS"/>
          <w:sz w:val="22"/>
          <w:szCs w:val="22"/>
        </w:rPr>
        <w:t>condo</w:t>
      </w:r>
      <w:r w:rsidRPr="00166EB0">
        <w:rPr>
          <w:rFonts w:eastAsia="Arial Unicode MS"/>
          <w:sz w:val="22"/>
          <w:szCs w:val="22"/>
        </w:rPr>
        <w:t xml:space="preserve"> </w:t>
      </w:r>
      <w:r w:rsidR="009C670F" w:rsidRPr="00166EB0">
        <w:rPr>
          <w:rFonts w:eastAsia="Arial Unicode MS"/>
          <w:sz w:val="22"/>
          <w:szCs w:val="22"/>
        </w:rPr>
        <w:t>gra</w:t>
      </w:r>
      <w:r w:rsidR="00D1038E" w:rsidRPr="00166EB0">
        <w:rPr>
          <w:rFonts w:eastAsia="Arial Unicode MS"/>
          <w:sz w:val="22"/>
          <w:szCs w:val="22"/>
        </w:rPr>
        <w:t xml:space="preserve">do”. </w:t>
      </w:r>
    </w:p>
    <w:p w:rsidR="00D1038E" w:rsidRPr="00166EB0" w:rsidRDefault="00D1038E" w:rsidP="001532AB">
      <w:pPr>
        <w:rPr>
          <w:b/>
          <w:sz w:val="22"/>
          <w:szCs w:val="22"/>
        </w:rPr>
      </w:pPr>
    </w:p>
    <w:p w:rsidR="0018659C" w:rsidRPr="00166EB0" w:rsidRDefault="00D1038E" w:rsidP="0018659C">
      <w:pPr>
        <w:tabs>
          <w:tab w:val="left" w:pos="540"/>
          <w:tab w:val="left" w:pos="7200"/>
        </w:tabs>
        <w:jc w:val="both"/>
        <w:rPr>
          <w:rFonts w:eastAsia="Arial Unicode MS"/>
          <w:sz w:val="22"/>
          <w:szCs w:val="22"/>
        </w:rPr>
      </w:pPr>
      <w:r w:rsidRPr="00166EB0">
        <w:rPr>
          <w:rFonts w:eastAsia="Arial Unicode MS"/>
          <w:sz w:val="22"/>
          <w:szCs w:val="22"/>
        </w:rPr>
        <w:t xml:space="preserve">La scrivente Direzione Generale per gli ordinamenti scolastici e la valutazione del sistema nazionale di istruzione, nel perseguimento dei fini istituzionali </w:t>
      </w:r>
      <w:r w:rsidR="0018659C" w:rsidRPr="00166EB0">
        <w:rPr>
          <w:rFonts w:eastAsia="Arial Unicode MS"/>
          <w:sz w:val="22"/>
          <w:szCs w:val="22"/>
        </w:rPr>
        <w:t xml:space="preserve">in qualità di </w:t>
      </w:r>
      <w:r w:rsidRPr="00166EB0">
        <w:rPr>
          <w:rFonts w:eastAsia="Arial Unicode MS"/>
          <w:sz w:val="22"/>
          <w:szCs w:val="22"/>
        </w:rPr>
        <w:t xml:space="preserve">referente per la cooperazione educativa tra Italia e Repubblica Popolare Cinese e degli </w:t>
      </w:r>
      <w:r w:rsidRPr="00166EB0">
        <w:rPr>
          <w:sz w:val="22"/>
          <w:szCs w:val="22"/>
        </w:rPr>
        <w:t xml:space="preserve">obiettivi formativi prioritari indicati nella L.107 “La buona scuola”, quali la valorizzazione ed il potenziamento delle competenze linguistiche e delle metodologie laboratoriali, </w:t>
      </w:r>
      <w:r w:rsidR="00F42BC1" w:rsidRPr="00166EB0">
        <w:rPr>
          <w:sz w:val="22"/>
          <w:szCs w:val="22"/>
        </w:rPr>
        <w:t xml:space="preserve">ha </w:t>
      </w:r>
      <w:r w:rsidRPr="00166EB0">
        <w:rPr>
          <w:rFonts w:eastAsia="Arial Unicode MS"/>
          <w:sz w:val="22"/>
          <w:szCs w:val="22"/>
        </w:rPr>
        <w:t>organizza</w:t>
      </w:r>
      <w:r w:rsidR="00F42BC1" w:rsidRPr="00166EB0">
        <w:rPr>
          <w:rFonts w:eastAsia="Arial Unicode MS"/>
          <w:sz w:val="22"/>
          <w:szCs w:val="22"/>
        </w:rPr>
        <w:t xml:space="preserve">to </w:t>
      </w:r>
      <w:r w:rsidRPr="00166EB0">
        <w:rPr>
          <w:rFonts w:eastAsia="Arial Unicode MS"/>
          <w:sz w:val="22"/>
          <w:szCs w:val="22"/>
        </w:rPr>
        <w:t xml:space="preserve"> un </w:t>
      </w:r>
      <w:r w:rsidR="00F42BC1" w:rsidRPr="00166EB0">
        <w:rPr>
          <w:rFonts w:eastAsia="Arial Unicode MS"/>
          <w:sz w:val="22"/>
          <w:szCs w:val="22"/>
        </w:rPr>
        <w:t>Gruppo di lavoro finalizzato al</w:t>
      </w:r>
      <w:r w:rsidRPr="00166EB0">
        <w:rPr>
          <w:rFonts w:eastAsia="Arial Unicode MS"/>
          <w:sz w:val="22"/>
          <w:szCs w:val="22"/>
        </w:rPr>
        <w:t xml:space="preserve">la </w:t>
      </w:r>
      <w:r w:rsidR="00F42BC1" w:rsidRPr="00166EB0">
        <w:rPr>
          <w:rFonts w:eastAsia="Arial Unicode MS"/>
          <w:sz w:val="22"/>
          <w:szCs w:val="22"/>
        </w:rPr>
        <w:t>elaborazione di un</w:t>
      </w:r>
      <w:r w:rsidRPr="00166EB0">
        <w:rPr>
          <w:rFonts w:eastAsia="Arial Unicode MS"/>
          <w:sz w:val="22"/>
          <w:szCs w:val="22"/>
        </w:rPr>
        <w:t xml:space="preserve"> </w:t>
      </w:r>
      <w:r w:rsidR="00F42BC1" w:rsidRPr="00166EB0">
        <w:rPr>
          <w:rFonts w:eastAsia="Arial Unicode MS"/>
          <w:b/>
          <w:sz w:val="22"/>
          <w:szCs w:val="22"/>
        </w:rPr>
        <w:t>S</w:t>
      </w:r>
      <w:r w:rsidRPr="00166EB0">
        <w:rPr>
          <w:rFonts w:eastAsia="Arial Unicode MS"/>
          <w:b/>
          <w:sz w:val="22"/>
          <w:szCs w:val="22"/>
        </w:rPr>
        <w:t>illabo della lingua cinese</w:t>
      </w:r>
      <w:r w:rsidR="009C670F" w:rsidRPr="00166EB0">
        <w:rPr>
          <w:rFonts w:eastAsia="Arial Unicode MS"/>
          <w:sz w:val="22"/>
          <w:szCs w:val="22"/>
        </w:rPr>
        <w:t>. I risultat</w:t>
      </w:r>
      <w:r w:rsidR="0018659C" w:rsidRPr="00166EB0">
        <w:rPr>
          <w:rFonts w:eastAsia="Arial Unicode MS"/>
          <w:sz w:val="22"/>
          <w:szCs w:val="22"/>
        </w:rPr>
        <w:t>i</w:t>
      </w:r>
      <w:r w:rsidR="009C670F" w:rsidRPr="00166EB0">
        <w:rPr>
          <w:rFonts w:eastAsia="Arial Unicode MS"/>
          <w:sz w:val="22"/>
          <w:szCs w:val="22"/>
        </w:rPr>
        <w:t xml:space="preserve"> dei lavori sono st</w:t>
      </w:r>
      <w:r w:rsidR="00F42BC1" w:rsidRPr="00166EB0">
        <w:rPr>
          <w:rFonts w:eastAsia="Arial Unicode MS"/>
          <w:sz w:val="22"/>
          <w:szCs w:val="22"/>
        </w:rPr>
        <w:t>at</w:t>
      </w:r>
      <w:r w:rsidR="009C670F" w:rsidRPr="00166EB0">
        <w:rPr>
          <w:rFonts w:eastAsia="Arial Unicode MS"/>
          <w:sz w:val="22"/>
          <w:szCs w:val="22"/>
        </w:rPr>
        <w:t>i</w:t>
      </w:r>
      <w:r w:rsidR="00F42BC1" w:rsidRPr="00166EB0">
        <w:rPr>
          <w:rFonts w:eastAsia="Arial Unicode MS"/>
          <w:b/>
          <w:sz w:val="22"/>
          <w:szCs w:val="22"/>
        </w:rPr>
        <w:t xml:space="preserve"> </w:t>
      </w:r>
      <w:r w:rsidR="00F42BC1" w:rsidRPr="00166EB0">
        <w:rPr>
          <w:rFonts w:eastAsia="Arial Unicode MS"/>
          <w:sz w:val="22"/>
          <w:szCs w:val="22"/>
        </w:rPr>
        <w:t>presentat</w:t>
      </w:r>
      <w:r w:rsidR="009C670F" w:rsidRPr="00166EB0">
        <w:rPr>
          <w:rFonts w:eastAsia="Arial Unicode MS"/>
          <w:sz w:val="22"/>
          <w:szCs w:val="22"/>
        </w:rPr>
        <w:t>i</w:t>
      </w:r>
      <w:r w:rsidR="00F42BC1" w:rsidRPr="00166EB0">
        <w:rPr>
          <w:rFonts w:eastAsia="Arial Unicode MS"/>
          <w:sz w:val="22"/>
          <w:szCs w:val="22"/>
        </w:rPr>
        <w:t xml:space="preserve"> il 19 Settembre 2016 in un incontro seminariale di formazione/informazione presso il MIUR</w:t>
      </w:r>
      <w:r w:rsidR="0018659C" w:rsidRPr="00166EB0">
        <w:rPr>
          <w:rFonts w:eastAsia="Arial Unicode MS"/>
          <w:sz w:val="22"/>
          <w:szCs w:val="22"/>
        </w:rPr>
        <w:t xml:space="preserve"> e definiti in un </w:t>
      </w:r>
      <w:r w:rsidR="00F26E3C">
        <w:rPr>
          <w:rFonts w:eastAsia="Arial Unicode MS"/>
          <w:sz w:val="22"/>
          <w:szCs w:val="22"/>
        </w:rPr>
        <w:t>testo</w:t>
      </w:r>
      <w:r w:rsidR="0018659C" w:rsidRPr="00166EB0">
        <w:rPr>
          <w:rFonts w:eastAsia="Arial Unicode MS"/>
          <w:sz w:val="22"/>
          <w:szCs w:val="22"/>
        </w:rPr>
        <w:t xml:space="preserve"> che si trasmette in allegato. </w:t>
      </w:r>
    </w:p>
    <w:p w:rsidR="0018659C" w:rsidRPr="00166EB0" w:rsidRDefault="0018659C" w:rsidP="000206A8">
      <w:pPr>
        <w:jc w:val="both"/>
        <w:rPr>
          <w:sz w:val="22"/>
          <w:szCs w:val="22"/>
        </w:rPr>
      </w:pPr>
    </w:p>
    <w:p w:rsidR="00A25960" w:rsidRPr="00166EB0" w:rsidRDefault="00F603C0" w:rsidP="00A25960">
      <w:pPr>
        <w:tabs>
          <w:tab w:val="left" w:pos="540"/>
          <w:tab w:val="left" w:pos="7200"/>
        </w:tabs>
        <w:jc w:val="both"/>
        <w:rPr>
          <w:sz w:val="22"/>
          <w:szCs w:val="22"/>
        </w:rPr>
      </w:pPr>
      <w:r w:rsidRPr="00166EB0">
        <w:rPr>
          <w:sz w:val="22"/>
          <w:szCs w:val="22"/>
        </w:rPr>
        <w:t>Il documento</w:t>
      </w:r>
      <w:r w:rsidR="00ED5B8F" w:rsidRPr="00166EB0">
        <w:rPr>
          <w:sz w:val="22"/>
          <w:szCs w:val="22"/>
        </w:rPr>
        <w:t xml:space="preserve"> intende</w:t>
      </w:r>
      <w:r w:rsidRPr="00166EB0">
        <w:rPr>
          <w:sz w:val="22"/>
          <w:szCs w:val="22"/>
        </w:rPr>
        <w:t xml:space="preserve"> f</w:t>
      </w:r>
      <w:r w:rsidR="00A25960" w:rsidRPr="00166EB0">
        <w:rPr>
          <w:sz w:val="22"/>
          <w:szCs w:val="22"/>
        </w:rPr>
        <w:t>ornire un q</w:t>
      </w:r>
      <w:r w:rsidR="00A25960" w:rsidRPr="00166EB0">
        <w:rPr>
          <w:rFonts w:eastAsia="Arial Unicode MS"/>
          <w:sz w:val="22"/>
          <w:szCs w:val="22"/>
        </w:rPr>
        <w:t xml:space="preserve">uadro di riferimento unitario, </w:t>
      </w:r>
      <w:r w:rsidR="00ED5B8F" w:rsidRPr="00166EB0">
        <w:rPr>
          <w:rFonts w:eastAsia="Arial Unicode MS"/>
          <w:sz w:val="22"/>
          <w:szCs w:val="22"/>
        </w:rPr>
        <w:t xml:space="preserve">ovvero </w:t>
      </w:r>
      <w:r w:rsidR="00A25960" w:rsidRPr="00166EB0">
        <w:rPr>
          <w:sz w:val="22"/>
          <w:szCs w:val="22"/>
        </w:rPr>
        <w:t xml:space="preserve">linee guida per la didattica della lingua cinese nelle scuole secondarie di secondo grado finalizzate a rendere più omogenee le prassi didattiche </w:t>
      </w:r>
      <w:r w:rsidR="00ED5B8F" w:rsidRPr="00166EB0">
        <w:rPr>
          <w:sz w:val="22"/>
          <w:szCs w:val="22"/>
        </w:rPr>
        <w:t>e a</w:t>
      </w:r>
      <w:r w:rsidR="00A25960" w:rsidRPr="00166EB0">
        <w:rPr>
          <w:sz w:val="22"/>
          <w:szCs w:val="22"/>
        </w:rPr>
        <w:t xml:space="preserve"> </w:t>
      </w:r>
      <w:r w:rsidR="00ED5B8F" w:rsidRPr="00166EB0">
        <w:rPr>
          <w:sz w:val="22"/>
          <w:szCs w:val="22"/>
        </w:rPr>
        <w:t xml:space="preserve">stimolare la produzione </w:t>
      </w:r>
      <w:r w:rsidR="00A25960" w:rsidRPr="00166EB0">
        <w:rPr>
          <w:sz w:val="22"/>
          <w:szCs w:val="22"/>
        </w:rPr>
        <w:t>di materiali didattici coerenti</w:t>
      </w:r>
      <w:r w:rsidR="00E47C2F" w:rsidRPr="00166EB0">
        <w:rPr>
          <w:sz w:val="22"/>
          <w:szCs w:val="22"/>
        </w:rPr>
        <w:t xml:space="preserve"> con il sillabo proposto</w:t>
      </w:r>
      <w:r w:rsidR="00A25960" w:rsidRPr="00166EB0">
        <w:rPr>
          <w:sz w:val="22"/>
          <w:szCs w:val="22"/>
        </w:rPr>
        <w:t>.</w:t>
      </w:r>
      <w:r w:rsidR="0054050D" w:rsidRPr="00166EB0">
        <w:rPr>
          <w:sz w:val="22"/>
          <w:szCs w:val="22"/>
        </w:rPr>
        <w:t xml:space="preserve"> </w:t>
      </w:r>
    </w:p>
    <w:p w:rsidR="00F603C0" w:rsidRPr="00166EB0" w:rsidRDefault="00F603C0" w:rsidP="000206A8">
      <w:pPr>
        <w:ind w:left="60"/>
        <w:jc w:val="both"/>
        <w:rPr>
          <w:sz w:val="22"/>
          <w:szCs w:val="22"/>
        </w:rPr>
      </w:pPr>
    </w:p>
    <w:p w:rsidR="000206A8" w:rsidRPr="00166EB0" w:rsidRDefault="00F603C0" w:rsidP="000206A8">
      <w:pPr>
        <w:ind w:left="60"/>
        <w:jc w:val="both"/>
        <w:rPr>
          <w:sz w:val="22"/>
          <w:szCs w:val="22"/>
        </w:rPr>
      </w:pPr>
      <w:r w:rsidRPr="00166EB0">
        <w:rPr>
          <w:sz w:val="22"/>
          <w:szCs w:val="22"/>
        </w:rPr>
        <w:t xml:space="preserve">Al fine </w:t>
      </w:r>
      <w:r w:rsidR="00A83C9B" w:rsidRPr="00166EB0">
        <w:rPr>
          <w:sz w:val="22"/>
          <w:szCs w:val="22"/>
        </w:rPr>
        <w:t xml:space="preserve">sia </w:t>
      </w:r>
      <w:r w:rsidR="0037352C" w:rsidRPr="00166EB0">
        <w:rPr>
          <w:sz w:val="22"/>
          <w:szCs w:val="22"/>
        </w:rPr>
        <w:t xml:space="preserve">di creare un ambiente collaborativo a supporto </w:t>
      </w:r>
      <w:r w:rsidR="00F26E3C">
        <w:rPr>
          <w:sz w:val="22"/>
          <w:szCs w:val="22"/>
        </w:rPr>
        <w:t xml:space="preserve">dei docenti </w:t>
      </w:r>
      <w:r w:rsidR="0037352C" w:rsidRPr="00166EB0">
        <w:rPr>
          <w:sz w:val="22"/>
          <w:szCs w:val="22"/>
        </w:rPr>
        <w:t xml:space="preserve">sia </w:t>
      </w:r>
      <w:r w:rsidR="004D1A6C" w:rsidRPr="00166EB0">
        <w:rPr>
          <w:sz w:val="22"/>
          <w:szCs w:val="22"/>
        </w:rPr>
        <w:t xml:space="preserve">di </w:t>
      </w:r>
      <w:r w:rsidR="0054050D" w:rsidRPr="00166EB0">
        <w:rPr>
          <w:sz w:val="22"/>
          <w:szCs w:val="22"/>
        </w:rPr>
        <w:t xml:space="preserve">offrire la possibilità di riflessione e scambio su  processi e modelli </w:t>
      </w:r>
      <w:r w:rsidR="004D1A6C" w:rsidRPr="00166EB0">
        <w:rPr>
          <w:sz w:val="22"/>
          <w:szCs w:val="22"/>
        </w:rPr>
        <w:t>da mettere in atto,</w:t>
      </w:r>
      <w:r w:rsidR="004D1A6C" w:rsidRPr="00166EB0">
        <w:rPr>
          <w:color w:val="000000" w:themeColor="text1"/>
          <w:sz w:val="22"/>
          <w:szCs w:val="22"/>
        </w:rPr>
        <w:t xml:space="preserve"> </w:t>
      </w:r>
      <w:r w:rsidR="0054050D" w:rsidRPr="00166EB0">
        <w:rPr>
          <w:color w:val="000000" w:themeColor="text1"/>
          <w:sz w:val="22"/>
          <w:szCs w:val="22"/>
        </w:rPr>
        <w:t xml:space="preserve">è stato </w:t>
      </w:r>
      <w:r w:rsidR="0054050D" w:rsidRPr="00166EB0">
        <w:rPr>
          <w:sz w:val="22"/>
          <w:szCs w:val="22"/>
        </w:rPr>
        <w:t xml:space="preserve">aperto un apposito FORUM </w:t>
      </w:r>
      <w:r w:rsidR="00523312" w:rsidRPr="00166EB0">
        <w:rPr>
          <w:sz w:val="22"/>
          <w:szCs w:val="22"/>
        </w:rPr>
        <w:t xml:space="preserve">sul sito www.cineseascuola.it. </w:t>
      </w:r>
      <w:r w:rsidRPr="00166EB0">
        <w:rPr>
          <w:sz w:val="22"/>
          <w:szCs w:val="22"/>
        </w:rPr>
        <w:t xml:space="preserve"> </w:t>
      </w:r>
    </w:p>
    <w:p w:rsidR="003E2EEE" w:rsidRPr="00166EB0" w:rsidRDefault="003E2EEE" w:rsidP="000206A8">
      <w:pPr>
        <w:ind w:left="60"/>
        <w:jc w:val="both"/>
        <w:rPr>
          <w:sz w:val="22"/>
          <w:szCs w:val="22"/>
        </w:rPr>
      </w:pPr>
    </w:p>
    <w:p w:rsidR="000206A8" w:rsidRPr="00166EB0" w:rsidRDefault="003E2EEE" w:rsidP="00227775">
      <w:pPr>
        <w:ind w:left="60"/>
        <w:jc w:val="both"/>
        <w:rPr>
          <w:sz w:val="22"/>
          <w:szCs w:val="22"/>
        </w:rPr>
      </w:pPr>
      <w:r w:rsidRPr="00166EB0">
        <w:rPr>
          <w:sz w:val="22"/>
          <w:szCs w:val="22"/>
        </w:rPr>
        <w:t xml:space="preserve">Nel pregare </w:t>
      </w:r>
      <w:r w:rsidR="00227775" w:rsidRPr="00166EB0">
        <w:rPr>
          <w:sz w:val="22"/>
          <w:szCs w:val="22"/>
        </w:rPr>
        <w:t xml:space="preserve">le SS.LL. di dare la massima diffusione della presente nota alle scuole secondarie di secondo grado </w:t>
      </w:r>
      <w:r w:rsidR="003A039B">
        <w:rPr>
          <w:sz w:val="22"/>
          <w:szCs w:val="22"/>
        </w:rPr>
        <w:t>in cui</w:t>
      </w:r>
      <w:r w:rsidR="00227775" w:rsidRPr="00166EB0">
        <w:rPr>
          <w:sz w:val="22"/>
          <w:szCs w:val="22"/>
        </w:rPr>
        <w:t xml:space="preserve"> viene insegnata la lingua cinese, </w:t>
      </w:r>
      <w:r w:rsidR="00166EB0" w:rsidRPr="00166EB0">
        <w:rPr>
          <w:sz w:val="22"/>
          <w:szCs w:val="22"/>
        </w:rPr>
        <w:t>si rimane a disposizione per</w:t>
      </w:r>
      <w:r w:rsidR="00F26E3C">
        <w:rPr>
          <w:sz w:val="22"/>
          <w:szCs w:val="22"/>
        </w:rPr>
        <w:t xml:space="preserve"> ulteriori</w:t>
      </w:r>
      <w:r w:rsidR="00166EB0" w:rsidRPr="00166EB0">
        <w:rPr>
          <w:sz w:val="22"/>
          <w:szCs w:val="22"/>
        </w:rPr>
        <w:t xml:space="preserve"> informazioni all'indirizzo </w:t>
      </w:r>
      <w:hyperlink r:id="rId8" w:history="1">
        <w:r w:rsidR="007C0E1F" w:rsidRPr="002C0A79">
          <w:rPr>
            <w:rStyle w:val="Collegamentoipertestuale"/>
            <w:sz w:val="22"/>
            <w:szCs w:val="22"/>
          </w:rPr>
          <w:t>dgosv.segreteria@istruzione.it</w:t>
        </w:r>
      </w:hyperlink>
      <w:r w:rsidR="007C0E1F">
        <w:rPr>
          <w:sz w:val="22"/>
          <w:szCs w:val="22"/>
        </w:rPr>
        <w:t xml:space="preserve"> </w:t>
      </w:r>
      <w:bookmarkStart w:id="0" w:name="_GoBack"/>
      <w:bookmarkEnd w:id="0"/>
      <w:r w:rsidR="00166EB0" w:rsidRPr="00166EB0">
        <w:rPr>
          <w:sz w:val="22"/>
          <w:szCs w:val="22"/>
        </w:rPr>
        <w:t xml:space="preserve"> e </w:t>
      </w:r>
      <w:r w:rsidR="00227775" w:rsidRPr="00166EB0">
        <w:rPr>
          <w:sz w:val="22"/>
          <w:szCs w:val="22"/>
        </w:rPr>
        <w:t xml:space="preserve">si porgono cordiali saluti. </w:t>
      </w:r>
    </w:p>
    <w:p w:rsidR="00A25960" w:rsidRPr="00166EB0" w:rsidRDefault="00A25960" w:rsidP="00A25960">
      <w:pPr>
        <w:tabs>
          <w:tab w:val="left" w:pos="540"/>
          <w:tab w:val="left" w:pos="7200"/>
        </w:tabs>
        <w:jc w:val="both"/>
        <w:rPr>
          <w:sz w:val="22"/>
          <w:szCs w:val="22"/>
        </w:rPr>
      </w:pPr>
    </w:p>
    <w:p w:rsidR="00FC4E7E" w:rsidRPr="00166EB0" w:rsidRDefault="00FC4E7E" w:rsidP="00FE5BAD">
      <w:pPr>
        <w:rPr>
          <w:sz w:val="22"/>
          <w:szCs w:val="22"/>
        </w:rPr>
      </w:pPr>
    </w:p>
    <w:p w:rsidR="005A53D7" w:rsidRPr="00166EB0" w:rsidRDefault="009F2C0A" w:rsidP="002D5D08">
      <w:pPr>
        <w:rPr>
          <w:sz w:val="22"/>
          <w:szCs w:val="22"/>
        </w:rPr>
      </w:pPr>
      <w:r w:rsidRPr="00166EB0">
        <w:rPr>
          <w:sz w:val="22"/>
          <w:szCs w:val="22"/>
        </w:rPr>
        <w:t xml:space="preserve">                                   </w:t>
      </w:r>
      <w:r w:rsidR="00C7264D" w:rsidRPr="00166EB0">
        <w:rPr>
          <w:sz w:val="22"/>
          <w:szCs w:val="22"/>
        </w:rPr>
        <w:t xml:space="preserve">                                               </w:t>
      </w:r>
      <w:r w:rsidR="005A53D7" w:rsidRPr="00166EB0">
        <w:rPr>
          <w:sz w:val="22"/>
          <w:szCs w:val="22"/>
        </w:rPr>
        <w:t>IL DIRETTORE GENERALE</w:t>
      </w:r>
    </w:p>
    <w:p w:rsidR="005A53D7" w:rsidRPr="00166EB0" w:rsidRDefault="005A53D7" w:rsidP="002D5D08">
      <w:pPr>
        <w:rPr>
          <w:sz w:val="22"/>
          <w:szCs w:val="22"/>
        </w:rPr>
      </w:pPr>
      <w:r w:rsidRPr="00166EB0">
        <w:rPr>
          <w:sz w:val="22"/>
          <w:szCs w:val="22"/>
        </w:rPr>
        <w:t xml:space="preserve">                                                                                    </w:t>
      </w:r>
      <w:r w:rsidR="00367E2A" w:rsidRPr="00166EB0">
        <w:rPr>
          <w:sz w:val="22"/>
          <w:szCs w:val="22"/>
        </w:rPr>
        <w:t xml:space="preserve">     </w:t>
      </w:r>
      <w:r w:rsidR="00FA1D99" w:rsidRPr="00166EB0">
        <w:rPr>
          <w:sz w:val="22"/>
          <w:szCs w:val="22"/>
        </w:rPr>
        <w:t>F.to</w:t>
      </w:r>
      <w:r w:rsidR="00367E2A" w:rsidRPr="00166EB0">
        <w:rPr>
          <w:sz w:val="22"/>
          <w:szCs w:val="22"/>
        </w:rPr>
        <w:t xml:space="preserve">  </w:t>
      </w:r>
      <w:r w:rsidRPr="00166EB0">
        <w:rPr>
          <w:sz w:val="22"/>
          <w:szCs w:val="22"/>
        </w:rPr>
        <w:t>Carmela Palumbo</w:t>
      </w:r>
    </w:p>
    <w:p w:rsidR="009F2C0A" w:rsidRPr="00166EB0" w:rsidRDefault="009F2C0A" w:rsidP="002D5D08">
      <w:pPr>
        <w:rPr>
          <w:sz w:val="22"/>
          <w:szCs w:val="22"/>
        </w:rPr>
      </w:pPr>
    </w:p>
    <w:p w:rsidR="00F26E3C" w:rsidRDefault="00F26E3C" w:rsidP="002D5D08">
      <w:pPr>
        <w:rPr>
          <w:sz w:val="22"/>
          <w:szCs w:val="22"/>
        </w:rPr>
      </w:pPr>
    </w:p>
    <w:p w:rsidR="00F26E3C" w:rsidRDefault="00F26E3C" w:rsidP="002D5D08">
      <w:pPr>
        <w:rPr>
          <w:sz w:val="22"/>
          <w:szCs w:val="22"/>
        </w:rPr>
      </w:pPr>
    </w:p>
    <w:p w:rsidR="0065312A" w:rsidRPr="00166EB0" w:rsidRDefault="0065312A" w:rsidP="002D5D08">
      <w:pPr>
        <w:rPr>
          <w:sz w:val="22"/>
          <w:szCs w:val="22"/>
        </w:rPr>
      </w:pPr>
      <w:r w:rsidRPr="00166EB0">
        <w:rPr>
          <w:sz w:val="22"/>
          <w:szCs w:val="22"/>
        </w:rPr>
        <w:t>All.</w:t>
      </w:r>
      <w:r w:rsidR="009F2C0A" w:rsidRPr="00166EB0">
        <w:rPr>
          <w:sz w:val="22"/>
          <w:szCs w:val="22"/>
        </w:rPr>
        <w:t xml:space="preserve"> </w:t>
      </w:r>
      <w:r w:rsidR="009C7108" w:rsidRPr="00166EB0">
        <w:rPr>
          <w:sz w:val="22"/>
          <w:szCs w:val="22"/>
        </w:rPr>
        <w:t>1</w:t>
      </w:r>
      <w:r w:rsidRPr="00166EB0">
        <w:rPr>
          <w:sz w:val="22"/>
          <w:szCs w:val="22"/>
        </w:rPr>
        <w:t xml:space="preserve">: </w:t>
      </w:r>
      <w:r w:rsidR="0018659C" w:rsidRPr="00166EB0">
        <w:rPr>
          <w:rFonts w:eastAsia="Arial Unicode MS"/>
          <w:sz w:val="22"/>
          <w:szCs w:val="22"/>
        </w:rPr>
        <w:t>“Il sillabo della lingua cinese”</w:t>
      </w:r>
    </w:p>
    <w:sectPr w:rsidR="0065312A" w:rsidRPr="00166EB0" w:rsidSect="0049782F">
      <w:headerReference w:type="default" r:id="rId9"/>
      <w:footerReference w:type="default" r:id="rId10"/>
      <w:headerReference w:type="first" r:id="rId11"/>
      <w:pgSz w:w="11906" w:h="16838" w:code="9"/>
      <w:pgMar w:top="689" w:right="1418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EC4" w:rsidRDefault="00827EC4">
      <w:r>
        <w:separator/>
      </w:r>
    </w:p>
  </w:endnote>
  <w:endnote w:type="continuationSeparator" w:id="0">
    <w:p w:rsidR="00827EC4" w:rsidRDefault="0082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Kunstler Script">
    <w:altName w:val="Zapfino"/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Default="005A53D7">
    <w:pPr>
      <w:pStyle w:val="Pidipagina"/>
      <w:rPr>
        <w:rFonts w:ascii="Arial" w:hAnsi="Arial" w:cs="Arial"/>
        <w:sz w:val="18"/>
        <w:szCs w:val="18"/>
      </w:rPr>
    </w:pPr>
  </w:p>
  <w:p w:rsidR="005A53D7" w:rsidRDefault="007743A8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 w:rsidR="005A53D7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166EB0">
      <w:rPr>
        <w:rStyle w:val="Numeropagina"/>
        <w:noProof/>
      </w:rPr>
      <w:t>2</w:t>
    </w:r>
    <w:r>
      <w:rPr>
        <w:rStyle w:val="Numeropagina"/>
      </w:rPr>
      <w:fldChar w:fldCharType="end"/>
    </w:r>
    <w:r w:rsidR="005A53D7">
      <w:rPr>
        <w:rStyle w:val="Numeropagina"/>
      </w:rPr>
      <w:t>/</w:t>
    </w:r>
    <w:r>
      <w:rPr>
        <w:rStyle w:val="Numeropagina"/>
      </w:rPr>
      <w:fldChar w:fldCharType="begin"/>
    </w:r>
    <w:r w:rsidR="005A53D7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166EB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A53D7" w:rsidRPr="00826DF9" w:rsidRDefault="005A53D7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EC4" w:rsidRDefault="00827EC4">
      <w:r>
        <w:separator/>
      </w:r>
    </w:p>
  </w:footnote>
  <w:footnote w:type="continuationSeparator" w:id="0">
    <w:p w:rsidR="00827EC4" w:rsidRDefault="00827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Pr="00EA524A" w:rsidRDefault="005A53D7" w:rsidP="009E674E">
    <w:pPr>
      <w:ind w:left="-567" w:right="-567"/>
      <w:jc w:val="center"/>
      <w:rPr>
        <w:rFonts w:ascii="Kunstler Script" w:hAnsi="Kunstler Script" w:cs="Arial"/>
        <w:i/>
        <w:sz w:val="40"/>
        <w:szCs w:val="40"/>
      </w:rPr>
    </w:pPr>
    <w:r w:rsidRPr="00EA524A">
      <w:rPr>
        <w:rFonts w:ascii="Kunstler Script" w:hAnsi="Kunstler Script" w:cs="Arial"/>
        <w:i/>
        <w:sz w:val="40"/>
        <w:szCs w:val="40"/>
      </w:rPr>
      <w:t>Direzione generale per gli ordinamenti scolastici e la valutazione del sistema nazionale di istruzione</w:t>
    </w:r>
  </w:p>
  <w:p w:rsidR="005A53D7" w:rsidRPr="009E674E" w:rsidRDefault="005A53D7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9CA" w:rsidRPr="001E1403" w:rsidRDefault="001169CA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638175" cy="638175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393" cy="6393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53D7" w:rsidRPr="005C7330" w:rsidRDefault="005A53D7" w:rsidP="001E1403">
    <w:pPr>
      <w:ind w:left="-567" w:right="-567"/>
      <w:jc w:val="center"/>
      <w:rPr>
        <w:rFonts w:ascii="Kunstler Script" w:hAnsi="Kunstler Script"/>
        <w:i/>
        <w:sz w:val="52"/>
        <w:szCs w:val="52"/>
      </w:rPr>
    </w:pPr>
    <w:r w:rsidRPr="005C7330">
      <w:rPr>
        <w:rFonts w:ascii="Kunstler Script" w:hAnsi="Kunstler Script"/>
        <w:i/>
        <w:sz w:val="52"/>
        <w:szCs w:val="52"/>
      </w:rPr>
      <w:t>Ministero dell’Istruzione, dell’Università e della Ricerca</w:t>
    </w:r>
  </w:p>
  <w:p w:rsidR="005A53D7" w:rsidRPr="005C7330" w:rsidRDefault="005A53D7" w:rsidP="001E1403">
    <w:pPr>
      <w:ind w:left="-567" w:right="-567"/>
      <w:jc w:val="center"/>
      <w:rPr>
        <w:rFonts w:ascii="Kunstler Script" w:hAnsi="Kunstler Script"/>
        <w:i/>
        <w:sz w:val="40"/>
        <w:szCs w:val="40"/>
      </w:rPr>
    </w:pPr>
    <w:r w:rsidRPr="005C7330">
      <w:rPr>
        <w:rFonts w:ascii="Kunstler Script" w:hAnsi="Kunstler Script"/>
        <w:i/>
        <w:sz w:val="40"/>
        <w:szCs w:val="40"/>
      </w:rPr>
      <w:t xml:space="preserve">Dipartimento per il sistema educativo di istruzione e </w:t>
    </w:r>
    <w:r w:rsidR="00D20ADB">
      <w:rPr>
        <w:rFonts w:ascii="Kunstler Script" w:hAnsi="Kunstler Script"/>
        <w:i/>
        <w:sz w:val="40"/>
        <w:szCs w:val="40"/>
      </w:rPr>
      <w:t xml:space="preserve">di </w:t>
    </w:r>
    <w:r w:rsidRPr="005C7330">
      <w:rPr>
        <w:rFonts w:ascii="Kunstler Script" w:hAnsi="Kunstler Script"/>
        <w:i/>
        <w:sz w:val="40"/>
        <w:szCs w:val="40"/>
      </w:rPr>
      <w:t>formazione</w:t>
    </w:r>
  </w:p>
  <w:p w:rsidR="005A53D7" w:rsidRPr="005C7330" w:rsidRDefault="005A53D7" w:rsidP="005E11FB">
    <w:pPr>
      <w:ind w:left="-567" w:right="-567"/>
      <w:jc w:val="center"/>
      <w:rPr>
        <w:rFonts w:ascii="Kunstler Script" w:hAnsi="Kunstler Script" w:cs="Arial"/>
        <w:i/>
        <w:sz w:val="40"/>
        <w:szCs w:val="40"/>
      </w:rPr>
    </w:pPr>
    <w:r w:rsidRPr="005C7330">
      <w:rPr>
        <w:rFonts w:ascii="Kunstler Script" w:hAnsi="Kunstler Script" w:cs="Arial"/>
        <w:i/>
        <w:sz w:val="40"/>
        <w:szCs w:val="40"/>
      </w:rPr>
      <w:t>Direzione generale per gli ordinamenti scolastici e la valutazione del sistema nazionale di istruzione</w:t>
    </w:r>
  </w:p>
  <w:p w:rsidR="005A53D7" w:rsidRDefault="005A53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C28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30422"/>
    <w:multiLevelType w:val="hybridMultilevel"/>
    <w:tmpl w:val="8D4AB8E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2AEB2295"/>
    <w:multiLevelType w:val="hybridMultilevel"/>
    <w:tmpl w:val="C0AAD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8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744C9C"/>
    <w:multiLevelType w:val="hybridMultilevel"/>
    <w:tmpl w:val="8B2C9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D597F"/>
    <w:multiLevelType w:val="hybridMultilevel"/>
    <w:tmpl w:val="3B0C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7"/>
  </w:num>
  <w:num w:numId="8">
    <w:abstractNumId w:val="8"/>
  </w:num>
  <w:num w:numId="9">
    <w:abstractNumId w:val="6"/>
  </w:num>
  <w:num w:numId="10">
    <w:abstractNumId w:val="0"/>
  </w:num>
  <w:num w:numId="11">
    <w:abstractNumId w:val="10"/>
  </w:num>
  <w:num w:numId="12">
    <w:abstractNumId w:val="11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49"/>
    <w:rsid w:val="0000480E"/>
    <w:rsid w:val="00015D96"/>
    <w:rsid w:val="00016B6A"/>
    <w:rsid w:val="000206A8"/>
    <w:rsid w:val="00021B5B"/>
    <w:rsid w:val="0002427D"/>
    <w:rsid w:val="00031832"/>
    <w:rsid w:val="000322BC"/>
    <w:rsid w:val="00034A89"/>
    <w:rsid w:val="00044D81"/>
    <w:rsid w:val="00046936"/>
    <w:rsid w:val="00067487"/>
    <w:rsid w:val="00075909"/>
    <w:rsid w:val="00095022"/>
    <w:rsid w:val="00096D1B"/>
    <w:rsid w:val="00096D50"/>
    <w:rsid w:val="000B46AE"/>
    <w:rsid w:val="000B6044"/>
    <w:rsid w:val="000B7633"/>
    <w:rsid w:val="000C0C6F"/>
    <w:rsid w:val="000C1EA2"/>
    <w:rsid w:val="000D4D3C"/>
    <w:rsid w:val="000D60C2"/>
    <w:rsid w:val="000E04D0"/>
    <w:rsid w:val="000E3B41"/>
    <w:rsid w:val="000E3F7B"/>
    <w:rsid w:val="000F7D09"/>
    <w:rsid w:val="00105E3B"/>
    <w:rsid w:val="0010622F"/>
    <w:rsid w:val="00106417"/>
    <w:rsid w:val="00110E1C"/>
    <w:rsid w:val="001110B0"/>
    <w:rsid w:val="001169CA"/>
    <w:rsid w:val="00117F76"/>
    <w:rsid w:val="00133F0C"/>
    <w:rsid w:val="001345E1"/>
    <w:rsid w:val="00135A14"/>
    <w:rsid w:val="00143D0F"/>
    <w:rsid w:val="001440EB"/>
    <w:rsid w:val="00144C48"/>
    <w:rsid w:val="0015098F"/>
    <w:rsid w:val="001532AB"/>
    <w:rsid w:val="0015684B"/>
    <w:rsid w:val="00160344"/>
    <w:rsid w:val="00163CB2"/>
    <w:rsid w:val="00166EB0"/>
    <w:rsid w:val="00173251"/>
    <w:rsid w:val="00175954"/>
    <w:rsid w:val="00177353"/>
    <w:rsid w:val="00184D2A"/>
    <w:rsid w:val="0018659C"/>
    <w:rsid w:val="001870C3"/>
    <w:rsid w:val="001A3EA3"/>
    <w:rsid w:val="001A7DDA"/>
    <w:rsid w:val="001A7F9A"/>
    <w:rsid w:val="001B5C21"/>
    <w:rsid w:val="001B6F5A"/>
    <w:rsid w:val="001C3911"/>
    <w:rsid w:val="001C4682"/>
    <w:rsid w:val="001C61B4"/>
    <w:rsid w:val="001D5D73"/>
    <w:rsid w:val="001E1403"/>
    <w:rsid w:val="001E6C18"/>
    <w:rsid w:val="001E7C66"/>
    <w:rsid w:val="00204087"/>
    <w:rsid w:val="002050D7"/>
    <w:rsid w:val="0020574B"/>
    <w:rsid w:val="00205900"/>
    <w:rsid w:val="0020724A"/>
    <w:rsid w:val="002227EC"/>
    <w:rsid w:val="00226CDB"/>
    <w:rsid w:val="00227775"/>
    <w:rsid w:val="00233FC1"/>
    <w:rsid w:val="0023669B"/>
    <w:rsid w:val="0024368D"/>
    <w:rsid w:val="00252AB4"/>
    <w:rsid w:val="00253517"/>
    <w:rsid w:val="002640A6"/>
    <w:rsid w:val="00271D05"/>
    <w:rsid w:val="00275A02"/>
    <w:rsid w:val="00280DC2"/>
    <w:rsid w:val="0028327F"/>
    <w:rsid w:val="00292EC7"/>
    <w:rsid w:val="00295A72"/>
    <w:rsid w:val="002A5A3E"/>
    <w:rsid w:val="002A6E5A"/>
    <w:rsid w:val="002B334F"/>
    <w:rsid w:val="002B3FCB"/>
    <w:rsid w:val="002B5925"/>
    <w:rsid w:val="002B6CB3"/>
    <w:rsid w:val="002B7B43"/>
    <w:rsid w:val="002B7F56"/>
    <w:rsid w:val="002C7D30"/>
    <w:rsid w:val="002D5D08"/>
    <w:rsid w:val="002E4A4A"/>
    <w:rsid w:val="002E7320"/>
    <w:rsid w:val="0030130B"/>
    <w:rsid w:val="00302E53"/>
    <w:rsid w:val="003032D0"/>
    <w:rsid w:val="00304732"/>
    <w:rsid w:val="00305047"/>
    <w:rsid w:val="0030538F"/>
    <w:rsid w:val="00313EEA"/>
    <w:rsid w:val="00314D3A"/>
    <w:rsid w:val="00315D27"/>
    <w:rsid w:val="00320BEF"/>
    <w:rsid w:val="00322FD1"/>
    <w:rsid w:val="00324594"/>
    <w:rsid w:val="00330F6A"/>
    <w:rsid w:val="00342103"/>
    <w:rsid w:val="00346F47"/>
    <w:rsid w:val="00347F25"/>
    <w:rsid w:val="00353AF4"/>
    <w:rsid w:val="00357DED"/>
    <w:rsid w:val="00360DA9"/>
    <w:rsid w:val="00367E2A"/>
    <w:rsid w:val="003708A4"/>
    <w:rsid w:val="0037352C"/>
    <w:rsid w:val="00374300"/>
    <w:rsid w:val="0038210D"/>
    <w:rsid w:val="003861AF"/>
    <w:rsid w:val="00386780"/>
    <w:rsid w:val="00387A69"/>
    <w:rsid w:val="00390193"/>
    <w:rsid w:val="003A039B"/>
    <w:rsid w:val="003A0529"/>
    <w:rsid w:val="003A1C3E"/>
    <w:rsid w:val="003A6AC8"/>
    <w:rsid w:val="003C67EF"/>
    <w:rsid w:val="003C7A5B"/>
    <w:rsid w:val="003D0EF0"/>
    <w:rsid w:val="003D2A4F"/>
    <w:rsid w:val="003D30D4"/>
    <w:rsid w:val="003D59CC"/>
    <w:rsid w:val="003E2EEE"/>
    <w:rsid w:val="003E5C7D"/>
    <w:rsid w:val="003F2D08"/>
    <w:rsid w:val="003F4C9B"/>
    <w:rsid w:val="003F6A5B"/>
    <w:rsid w:val="00404ABA"/>
    <w:rsid w:val="004070D0"/>
    <w:rsid w:val="0041350D"/>
    <w:rsid w:val="00414265"/>
    <w:rsid w:val="00414D83"/>
    <w:rsid w:val="00415363"/>
    <w:rsid w:val="0042064C"/>
    <w:rsid w:val="00421690"/>
    <w:rsid w:val="0042361F"/>
    <w:rsid w:val="00424499"/>
    <w:rsid w:val="00430B33"/>
    <w:rsid w:val="00432EB5"/>
    <w:rsid w:val="00436AED"/>
    <w:rsid w:val="00442C93"/>
    <w:rsid w:val="00443531"/>
    <w:rsid w:val="00446BBE"/>
    <w:rsid w:val="004470BE"/>
    <w:rsid w:val="0045736C"/>
    <w:rsid w:val="0046046D"/>
    <w:rsid w:val="00460FB7"/>
    <w:rsid w:val="00470D30"/>
    <w:rsid w:val="0047207E"/>
    <w:rsid w:val="00472FDA"/>
    <w:rsid w:val="004815C1"/>
    <w:rsid w:val="00481D74"/>
    <w:rsid w:val="00482D5A"/>
    <w:rsid w:val="00487D1E"/>
    <w:rsid w:val="00496A82"/>
    <w:rsid w:val="0049782F"/>
    <w:rsid w:val="004A69C0"/>
    <w:rsid w:val="004B0519"/>
    <w:rsid w:val="004B598A"/>
    <w:rsid w:val="004B6E09"/>
    <w:rsid w:val="004C074F"/>
    <w:rsid w:val="004C0FB1"/>
    <w:rsid w:val="004C23D2"/>
    <w:rsid w:val="004C6980"/>
    <w:rsid w:val="004C6FE9"/>
    <w:rsid w:val="004D168C"/>
    <w:rsid w:val="004D1A6C"/>
    <w:rsid w:val="004E30D9"/>
    <w:rsid w:val="004E614E"/>
    <w:rsid w:val="004E78F2"/>
    <w:rsid w:val="004F70EC"/>
    <w:rsid w:val="005006B0"/>
    <w:rsid w:val="0051054C"/>
    <w:rsid w:val="00510909"/>
    <w:rsid w:val="005224F9"/>
    <w:rsid w:val="00523312"/>
    <w:rsid w:val="00527D61"/>
    <w:rsid w:val="005320A1"/>
    <w:rsid w:val="0054050D"/>
    <w:rsid w:val="005435FC"/>
    <w:rsid w:val="00543F97"/>
    <w:rsid w:val="005500F1"/>
    <w:rsid w:val="00553DA7"/>
    <w:rsid w:val="0055523D"/>
    <w:rsid w:val="00556379"/>
    <w:rsid w:val="005602ED"/>
    <w:rsid w:val="0056454B"/>
    <w:rsid w:val="0057259E"/>
    <w:rsid w:val="005754CA"/>
    <w:rsid w:val="00583422"/>
    <w:rsid w:val="00583D01"/>
    <w:rsid w:val="00584FC0"/>
    <w:rsid w:val="0059577C"/>
    <w:rsid w:val="00595988"/>
    <w:rsid w:val="005A0663"/>
    <w:rsid w:val="005A10F5"/>
    <w:rsid w:val="005A210E"/>
    <w:rsid w:val="005A53D7"/>
    <w:rsid w:val="005A579A"/>
    <w:rsid w:val="005C16D0"/>
    <w:rsid w:val="005C5518"/>
    <w:rsid w:val="005C7330"/>
    <w:rsid w:val="005D5DD8"/>
    <w:rsid w:val="005E11FB"/>
    <w:rsid w:val="005E28F5"/>
    <w:rsid w:val="005E4384"/>
    <w:rsid w:val="005F37CC"/>
    <w:rsid w:val="005F6E7D"/>
    <w:rsid w:val="00601030"/>
    <w:rsid w:val="00604A89"/>
    <w:rsid w:val="00611BF7"/>
    <w:rsid w:val="0062412C"/>
    <w:rsid w:val="0063403C"/>
    <w:rsid w:val="006355C5"/>
    <w:rsid w:val="00636FB7"/>
    <w:rsid w:val="0065053B"/>
    <w:rsid w:val="00652B0F"/>
    <w:rsid w:val="0065312A"/>
    <w:rsid w:val="006542DD"/>
    <w:rsid w:val="00660395"/>
    <w:rsid w:val="006623A8"/>
    <w:rsid w:val="00664228"/>
    <w:rsid w:val="00665588"/>
    <w:rsid w:val="00666735"/>
    <w:rsid w:val="00666BD1"/>
    <w:rsid w:val="00680221"/>
    <w:rsid w:val="00684506"/>
    <w:rsid w:val="00686CE8"/>
    <w:rsid w:val="006904FF"/>
    <w:rsid w:val="006A6B0B"/>
    <w:rsid w:val="006A7757"/>
    <w:rsid w:val="006B2138"/>
    <w:rsid w:val="006B34BF"/>
    <w:rsid w:val="006B7AC9"/>
    <w:rsid w:val="006C51CE"/>
    <w:rsid w:val="006D0328"/>
    <w:rsid w:val="006D4C94"/>
    <w:rsid w:val="006D7981"/>
    <w:rsid w:val="006F53E9"/>
    <w:rsid w:val="0070336A"/>
    <w:rsid w:val="007033C6"/>
    <w:rsid w:val="00710478"/>
    <w:rsid w:val="00714900"/>
    <w:rsid w:val="00717565"/>
    <w:rsid w:val="0074303B"/>
    <w:rsid w:val="00743295"/>
    <w:rsid w:val="0074460B"/>
    <w:rsid w:val="00746690"/>
    <w:rsid w:val="0075351B"/>
    <w:rsid w:val="0075464C"/>
    <w:rsid w:val="00755951"/>
    <w:rsid w:val="00764B0F"/>
    <w:rsid w:val="00764F0E"/>
    <w:rsid w:val="00764F15"/>
    <w:rsid w:val="00772A23"/>
    <w:rsid w:val="007743A8"/>
    <w:rsid w:val="00790CD6"/>
    <w:rsid w:val="0079199C"/>
    <w:rsid w:val="007923C8"/>
    <w:rsid w:val="00797EC6"/>
    <w:rsid w:val="007A46BC"/>
    <w:rsid w:val="007C0E1F"/>
    <w:rsid w:val="007C1949"/>
    <w:rsid w:val="007D4F52"/>
    <w:rsid w:val="007D7BD5"/>
    <w:rsid w:val="007E5095"/>
    <w:rsid w:val="007F3D1D"/>
    <w:rsid w:val="0080215C"/>
    <w:rsid w:val="00802CE4"/>
    <w:rsid w:val="00813561"/>
    <w:rsid w:val="00814AD5"/>
    <w:rsid w:val="00826DF9"/>
    <w:rsid w:val="00827EC4"/>
    <w:rsid w:val="00833034"/>
    <w:rsid w:val="00833053"/>
    <w:rsid w:val="008336D7"/>
    <w:rsid w:val="00833F1A"/>
    <w:rsid w:val="008366C7"/>
    <w:rsid w:val="00845056"/>
    <w:rsid w:val="00845CBC"/>
    <w:rsid w:val="008471C8"/>
    <w:rsid w:val="008477E4"/>
    <w:rsid w:val="00847ED8"/>
    <w:rsid w:val="008517D8"/>
    <w:rsid w:val="00860F27"/>
    <w:rsid w:val="00866103"/>
    <w:rsid w:val="00871A7E"/>
    <w:rsid w:val="00876E8B"/>
    <w:rsid w:val="00883F92"/>
    <w:rsid w:val="00885C11"/>
    <w:rsid w:val="00891EC3"/>
    <w:rsid w:val="008929B4"/>
    <w:rsid w:val="008A1F82"/>
    <w:rsid w:val="008A3464"/>
    <w:rsid w:val="008A4D3B"/>
    <w:rsid w:val="008A5500"/>
    <w:rsid w:val="008A67E0"/>
    <w:rsid w:val="008B201A"/>
    <w:rsid w:val="008C5040"/>
    <w:rsid w:val="008D08ED"/>
    <w:rsid w:val="008D3AED"/>
    <w:rsid w:val="00914FA4"/>
    <w:rsid w:val="00917106"/>
    <w:rsid w:val="009223A4"/>
    <w:rsid w:val="00924332"/>
    <w:rsid w:val="009279B0"/>
    <w:rsid w:val="009311F4"/>
    <w:rsid w:val="00941984"/>
    <w:rsid w:val="00950BAD"/>
    <w:rsid w:val="00976CE9"/>
    <w:rsid w:val="00981D35"/>
    <w:rsid w:val="009917E4"/>
    <w:rsid w:val="009A787E"/>
    <w:rsid w:val="009A7AD5"/>
    <w:rsid w:val="009C0D0B"/>
    <w:rsid w:val="009C1ACE"/>
    <w:rsid w:val="009C222B"/>
    <w:rsid w:val="009C3E6C"/>
    <w:rsid w:val="009C670F"/>
    <w:rsid w:val="009C7108"/>
    <w:rsid w:val="009D0C04"/>
    <w:rsid w:val="009E13C9"/>
    <w:rsid w:val="009E674E"/>
    <w:rsid w:val="009F2C0A"/>
    <w:rsid w:val="009F4DB7"/>
    <w:rsid w:val="009F78B7"/>
    <w:rsid w:val="00A00D4D"/>
    <w:rsid w:val="00A024B1"/>
    <w:rsid w:val="00A02525"/>
    <w:rsid w:val="00A03178"/>
    <w:rsid w:val="00A0322B"/>
    <w:rsid w:val="00A137E5"/>
    <w:rsid w:val="00A21A47"/>
    <w:rsid w:val="00A25960"/>
    <w:rsid w:val="00A3052B"/>
    <w:rsid w:val="00A36717"/>
    <w:rsid w:val="00A36CB9"/>
    <w:rsid w:val="00A3704E"/>
    <w:rsid w:val="00A41918"/>
    <w:rsid w:val="00A509D5"/>
    <w:rsid w:val="00A516DA"/>
    <w:rsid w:val="00A572E6"/>
    <w:rsid w:val="00A57EB6"/>
    <w:rsid w:val="00A67E66"/>
    <w:rsid w:val="00A83C9B"/>
    <w:rsid w:val="00A83E5B"/>
    <w:rsid w:val="00A9269C"/>
    <w:rsid w:val="00A94250"/>
    <w:rsid w:val="00A95B52"/>
    <w:rsid w:val="00A966D9"/>
    <w:rsid w:val="00AA1C71"/>
    <w:rsid w:val="00AA3275"/>
    <w:rsid w:val="00AB4AD0"/>
    <w:rsid w:val="00AC1DD5"/>
    <w:rsid w:val="00AC276D"/>
    <w:rsid w:val="00AC5820"/>
    <w:rsid w:val="00AD158A"/>
    <w:rsid w:val="00AD2E84"/>
    <w:rsid w:val="00AD58EC"/>
    <w:rsid w:val="00AE35DB"/>
    <w:rsid w:val="00AE72D0"/>
    <w:rsid w:val="00AF24DD"/>
    <w:rsid w:val="00AF277C"/>
    <w:rsid w:val="00AF4FE1"/>
    <w:rsid w:val="00B11B53"/>
    <w:rsid w:val="00B1688C"/>
    <w:rsid w:val="00B16B8F"/>
    <w:rsid w:val="00B230BE"/>
    <w:rsid w:val="00B27748"/>
    <w:rsid w:val="00B305A4"/>
    <w:rsid w:val="00B32F9A"/>
    <w:rsid w:val="00B44C95"/>
    <w:rsid w:val="00B4612B"/>
    <w:rsid w:val="00B530F0"/>
    <w:rsid w:val="00B56C2F"/>
    <w:rsid w:val="00B57C16"/>
    <w:rsid w:val="00B659B0"/>
    <w:rsid w:val="00B65D34"/>
    <w:rsid w:val="00B71154"/>
    <w:rsid w:val="00B7220F"/>
    <w:rsid w:val="00B82F5E"/>
    <w:rsid w:val="00BA7E99"/>
    <w:rsid w:val="00BA7FA9"/>
    <w:rsid w:val="00BC4FB8"/>
    <w:rsid w:val="00BC65BF"/>
    <w:rsid w:val="00BC6664"/>
    <w:rsid w:val="00BD52D4"/>
    <w:rsid w:val="00BD6080"/>
    <w:rsid w:val="00BD682D"/>
    <w:rsid w:val="00BE431B"/>
    <w:rsid w:val="00BE5118"/>
    <w:rsid w:val="00BE6494"/>
    <w:rsid w:val="00BE726A"/>
    <w:rsid w:val="00BF3194"/>
    <w:rsid w:val="00BF39F6"/>
    <w:rsid w:val="00C10BCD"/>
    <w:rsid w:val="00C12187"/>
    <w:rsid w:val="00C12357"/>
    <w:rsid w:val="00C15869"/>
    <w:rsid w:val="00C229F6"/>
    <w:rsid w:val="00C23215"/>
    <w:rsid w:val="00C30136"/>
    <w:rsid w:val="00C308D7"/>
    <w:rsid w:val="00C336D3"/>
    <w:rsid w:val="00C3603A"/>
    <w:rsid w:val="00C36386"/>
    <w:rsid w:val="00C52F59"/>
    <w:rsid w:val="00C61BD0"/>
    <w:rsid w:val="00C63766"/>
    <w:rsid w:val="00C63FDE"/>
    <w:rsid w:val="00C6432B"/>
    <w:rsid w:val="00C64F9A"/>
    <w:rsid w:val="00C7264D"/>
    <w:rsid w:val="00C818C2"/>
    <w:rsid w:val="00C8298A"/>
    <w:rsid w:val="00CA2CE7"/>
    <w:rsid w:val="00CB1537"/>
    <w:rsid w:val="00CB6AB1"/>
    <w:rsid w:val="00CC5A49"/>
    <w:rsid w:val="00CD1832"/>
    <w:rsid w:val="00CD5418"/>
    <w:rsid w:val="00CD79C4"/>
    <w:rsid w:val="00CE41C8"/>
    <w:rsid w:val="00CE58B6"/>
    <w:rsid w:val="00CE6D26"/>
    <w:rsid w:val="00CF10EE"/>
    <w:rsid w:val="00CF2303"/>
    <w:rsid w:val="00CF2678"/>
    <w:rsid w:val="00D01977"/>
    <w:rsid w:val="00D039CC"/>
    <w:rsid w:val="00D05667"/>
    <w:rsid w:val="00D1038E"/>
    <w:rsid w:val="00D11CDC"/>
    <w:rsid w:val="00D20ADB"/>
    <w:rsid w:val="00D23BD7"/>
    <w:rsid w:val="00D61BA2"/>
    <w:rsid w:val="00D71FCB"/>
    <w:rsid w:val="00D74186"/>
    <w:rsid w:val="00D81E94"/>
    <w:rsid w:val="00D91C9B"/>
    <w:rsid w:val="00D93904"/>
    <w:rsid w:val="00D93F9E"/>
    <w:rsid w:val="00D95C02"/>
    <w:rsid w:val="00D965AE"/>
    <w:rsid w:val="00DA6416"/>
    <w:rsid w:val="00DA6667"/>
    <w:rsid w:val="00DB6AF5"/>
    <w:rsid w:val="00DC31F8"/>
    <w:rsid w:val="00DC6E24"/>
    <w:rsid w:val="00DD0D75"/>
    <w:rsid w:val="00DD3F41"/>
    <w:rsid w:val="00DE0A29"/>
    <w:rsid w:val="00DE0C8A"/>
    <w:rsid w:val="00DF18E5"/>
    <w:rsid w:val="00DF27BA"/>
    <w:rsid w:val="00DF4288"/>
    <w:rsid w:val="00DF61D0"/>
    <w:rsid w:val="00E06AC2"/>
    <w:rsid w:val="00E06E0D"/>
    <w:rsid w:val="00E075AA"/>
    <w:rsid w:val="00E16915"/>
    <w:rsid w:val="00E16A1D"/>
    <w:rsid w:val="00E35696"/>
    <w:rsid w:val="00E428D7"/>
    <w:rsid w:val="00E47C2F"/>
    <w:rsid w:val="00E531D7"/>
    <w:rsid w:val="00E53618"/>
    <w:rsid w:val="00E541EF"/>
    <w:rsid w:val="00E56B16"/>
    <w:rsid w:val="00E57123"/>
    <w:rsid w:val="00E57AD2"/>
    <w:rsid w:val="00E57E1D"/>
    <w:rsid w:val="00E611A5"/>
    <w:rsid w:val="00E6287F"/>
    <w:rsid w:val="00E65519"/>
    <w:rsid w:val="00E75D26"/>
    <w:rsid w:val="00E82AB8"/>
    <w:rsid w:val="00E864ED"/>
    <w:rsid w:val="00E86AA2"/>
    <w:rsid w:val="00E91FFA"/>
    <w:rsid w:val="00E92240"/>
    <w:rsid w:val="00E931CF"/>
    <w:rsid w:val="00E94414"/>
    <w:rsid w:val="00E95688"/>
    <w:rsid w:val="00E96306"/>
    <w:rsid w:val="00EA2161"/>
    <w:rsid w:val="00EA37F6"/>
    <w:rsid w:val="00EA524A"/>
    <w:rsid w:val="00EC2E04"/>
    <w:rsid w:val="00EC729D"/>
    <w:rsid w:val="00ED1E2F"/>
    <w:rsid w:val="00ED5B8F"/>
    <w:rsid w:val="00EE4BF9"/>
    <w:rsid w:val="00EE6BF7"/>
    <w:rsid w:val="00EE71B6"/>
    <w:rsid w:val="00EF272B"/>
    <w:rsid w:val="00EF4C10"/>
    <w:rsid w:val="00EF6D50"/>
    <w:rsid w:val="00EF7E9F"/>
    <w:rsid w:val="00F004E8"/>
    <w:rsid w:val="00F10EB1"/>
    <w:rsid w:val="00F16A3A"/>
    <w:rsid w:val="00F22EEE"/>
    <w:rsid w:val="00F26E3C"/>
    <w:rsid w:val="00F33E56"/>
    <w:rsid w:val="00F3723F"/>
    <w:rsid w:val="00F42BC1"/>
    <w:rsid w:val="00F42C93"/>
    <w:rsid w:val="00F471BE"/>
    <w:rsid w:val="00F478CB"/>
    <w:rsid w:val="00F5040D"/>
    <w:rsid w:val="00F5250B"/>
    <w:rsid w:val="00F5533F"/>
    <w:rsid w:val="00F603C0"/>
    <w:rsid w:val="00F6585B"/>
    <w:rsid w:val="00F66564"/>
    <w:rsid w:val="00F90B64"/>
    <w:rsid w:val="00F910CA"/>
    <w:rsid w:val="00F91EB1"/>
    <w:rsid w:val="00F95C3D"/>
    <w:rsid w:val="00FA1D99"/>
    <w:rsid w:val="00FA21D1"/>
    <w:rsid w:val="00FA5B55"/>
    <w:rsid w:val="00FA627C"/>
    <w:rsid w:val="00FA6CA6"/>
    <w:rsid w:val="00FB3B70"/>
    <w:rsid w:val="00FB7AA9"/>
    <w:rsid w:val="00FC4E7E"/>
    <w:rsid w:val="00FD575E"/>
    <w:rsid w:val="00FD709F"/>
    <w:rsid w:val="00FE3D20"/>
    <w:rsid w:val="00FE5BAD"/>
    <w:rsid w:val="00FF0092"/>
    <w:rsid w:val="00FF1C75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encoacolori-Colore11">
    <w:name w:val="Elenco a colori - Colore 11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51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A516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516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encoacolori-Colore11">
    <w:name w:val="Elenco a colori - Colore 11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51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A516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516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osv.segreteria@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om_interna_carta_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com_interna_carta_intestata.dot</Template>
  <TotalTime>2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4</cp:revision>
  <cp:lastPrinted>2016-04-08T08:47:00Z</cp:lastPrinted>
  <dcterms:created xsi:type="dcterms:W3CDTF">2016-11-03T17:38:00Z</dcterms:created>
  <dcterms:modified xsi:type="dcterms:W3CDTF">2016-11-03T17:58:00Z</dcterms:modified>
</cp:coreProperties>
</file>